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B1" w:rsidRPr="00E7243F" w:rsidRDefault="00215FB1" w:rsidP="00E7243F">
      <w:pPr>
        <w:pStyle w:val="Title"/>
      </w:pPr>
      <w:r w:rsidRPr="00E7243F">
        <w:t>AGENDA</w:t>
      </w:r>
    </w:p>
    <w:sdt>
      <w:sdtPr>
        <w:id w:val="44968575"/>
        <w:placeholder>
          <w:docPart w:val="A0C61DD250844F3188E1454FAC1506FF"/>
        </w:placeholder>
      </w:sdtPr>
      <w:sdtEndPr/>
      <w:sdtContent>
        <w:p w:rsidR="00215FB1" w:rsidRPr="00D274EE" w:rsidRDefault="000B1FCC" w:rsidP="00D274EE">
          <w:pPr>
            <w:pStyle w:val="Heading1"/>
          </w:pPr>
          <w:r>
            <w:t>Soccer Coach Pee Wee League</w:t>
          </w:r>
        </w:p>
      </w:sdtContent>
    </w:sdt>
    <w:sdt>
      <w:sdtPr>
        <w:alias w:val="Date"/>
        <w:tag w:val="Date"/>
        <w:id w:val="44967977"/>
        <w:placeholder>
          <w:docPart w:val="50492CA8359A47708373AEE0A9ACC903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215FB1" w:rsidRPr="00E7243F" w:rsidRDefault="00B46BA6" w:rsidP="00E7243F">
          <w:pPr>
            <w:pStyle w:val="Heading2"/>
          </w:pPr>
          <w:r>
            <w:t>[Click to select date]</w:t>
          </w:r>
        </w:p>
      </w:sdtContent>
    </w:sdt>
    <w:p w:rsidR="00215FB1" w:rsidRPr="00E7243F" w:rsidRDefault="000B1FCC" w:rsidP="00E7243F">
      <w:pPr>
        <w:pStyle w:val="Heading2"/>
      </w:pPr>
      <w:r>
        <w:t>9:00am</w:t>
      </w:r>
      <w:r w:rsidR="00215FB1" w:rsidRPr="00E7243F">
        <w:t xml:space="preserve"> – </w:t>
      </w:r>
      <w:r>
        <w:t>1:00pm</w:t>
      </w:r>
    </w:p>
    <w:p w:rsidR="00215FB1" w:rsidRDefault="00215FB1" w:rsidP="00215FB1">
      <w:r>
        <w:t xml:space="preserve">Meeting called by </w:t>
      </w:r>
      <w:r w:rsidR="000B1FCC">
        <w:t>Jamie Nichols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8190"/>
      </w:tblGrid>
      <w:tr w:rsidR="00D274EE" w:rsidTr="00D274EE">
        <w:trPr>
          <w:cantSplit/>
          <w:trHeight w:val="360"/>
        </w:trPr>
        <w:tc>
          <w:tcPr>
            <w:tcW w:w="1908" w:type="dxa"/>
            <w:vAlign w:val="bottom"/>
          </w:tcPr>
          <w:p w:rsidR="00D274EE" w:rsidRPr="00D274EE" w:rsidRDefault="00D274EE" w:rsidP="00D274EE">
            <w:pPr>
              <w:pStyle w:val="Heading3"/>
            </w:pPr>
            <w:r w:rsidRPr="00D274EE">
              <w:t>Attendees:</w:t>
            </w:r>
          </w:p>
        </w:tc>
        <w:tc>
          <w:tcPr>
            <w:tcW w:w="8388" w:type="dxa"/>
            <w:vAlign w:val="bottom"/>
          </w:tcPr>
          <w:p w:rsidR="00D274EE" w:rsidRDefault="000B1FCC" w:rsidP="00D274EE">
            <w:sdt>
              <w:sdtPr>
                <w:alias w:val="Names"/>
                <w:tag w:val="Names"/>
                <w:id w:val="44968087"/>
                <w:placeholder>
                  <w:docPart w:val="D553272EB24E4EE1BECFCE5C2F5AD9D4"/>
                </w:placeholder>
                <w:temporary/>
                <w:showingPlcHdr/>
              </w:sdtPr>
              <w:sdtEndPr/>
              <w:sdtContent>
                <w:r w:rsidR="00D274EE">
                  <w:t>[Attendee Names]</w:t>
                </w:r>
              </w:sdtContent>
            </w:sdt>
          </w:p>
        </w:tc>
      </w:tr>
      <w:tr w:rsidR="00D274EE" w:rsidTr="00D274EE">
        <w:trPr>
          <w:cantSplit/>
          <w:trHeight w:val="360"/>
        </w:trPr>
        <w:tc>
          <w:tcPr>
            <w:tcW w:w="1908" w:type="dxa"/>
            <w:vAlign w:val="bottom"/>
          </w:tcPr>
          <w:p w:rsidR="00D274EE" w:rsidRPr="00D274EE" w:rsidRDefault="00D274EE" w:rsidP="00D274EE">
            <w:pPr>
              <w:pStyle w:val="Heading3"/>
            </w:pPr>
            <w:r w:rsidRPr="00D274EE">
              <w:t>Please read:</w:t>
            </w:r>
          </w:p>
        </w:tc>
        <w:tc>
          <w:tcPr>
            <w:tcW w:w="8388" w:type="dxa"/>
            <w:vAlign w:val="bottom"/>
          </w:tcPr>
          <w:p w:rsidR="00D274EE" w:rsidRDefault="000B1FCC" w:rsidP="00D274EE">
            <w:sdt>
              <w:sdtPr>
                <w:alias w:val="Items"/>
                <w:tag w:val="Items"/>
                <w:id w:val="44968114"/>
                <w:placeholder>
                  <w:docPart w:val="BC9B6843453346338C258B1E61009869"/>
                </w:placeholder>
                <w:temporary/>
                <w:showingPlcHdr/>
              </w:sdtPr>
              <w:sdtEndPr/>
              <w:sdtContent>
                <w:r w:rsidR="00D274EE">
                  <w:t>[Reading List]</w:t>
                </w:r>
              </w:sdtContent>
            </w:sdt>
          </w:p>
        </w:tc>
      </w:tr>
      <w:tr w:rsidR="00D274EE" w:rsidTr="00D274EE">
        <w:trPr>
          <w:cantSplit/>
          <w:trHeight w:val="360"/>
        </w:trPr>
        <w:tc>
          <w:tcPr>
            <w:tcW w:w="1908" w:type="dxa"/>
            <w:vAlign w:val="bottom"/>
          </w:tcPr>
          <w:p w:rsidR="00D274EE" w:rsidRPr="00D274EE" w:rsidRDefault="00D274EE" w:rsidP="00D274EE">
            <w:pPr>
              <w:pStyle w:val="Heading3"/>
            </w:pPr>
            <w:r w:rsidRPr="00D274EE">
              <w:t>Please bring:</w:t>
            </w:r>
          </w:p>
        </w:tc>
        <w:tc>
          <w:tcPr>
            <w:tcW w:w="8388" w:type="dxa"/>
            <w:vAlign w:val="bottom"/>
          </w:tcPr>
          <w:p w:rsidR="00D274EE" w:rsidRDefault="000B1FCC" w:rsidP="000B1FCC">
            <w:r>
              <w:t xml:space="preserve">Coach Card </w:t>
            </w:r>
          </w:p>
        </w:tc>
      </w:tr>
    </w:tbl>
    <w:p w:rsidR="00215FB1" w:rsidRDefault="00215FB1">
      <w:pPr>
        <w:tabs>
          <w:tab w:val="left" w:pos="1800"/>
        </w:tabs>
      </w:pPr>
    </w:p>
    <w:tbl>
      <w:tblPr>
        <w:tblW w:w="10355" w:type="dxa"/>
        <w:tblBorders>
          <w:top w:val="double" w:sz="6" w:space="0" w:color="7F7F7F" w:themeColor="text1" w:themeTint="80"/>
          <w:bottom w:val="double" w:sz="6" w:space="0" w:color="7F7F7F" w:themeColor="text1" w:themeTint="80"/>
          <w:insideH w:val="double" w:sz="6" w:space="0" w:color="7F7F7F" w:themeColor="text1" w:themeTint="80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794"/>
        <w:gridCol w:w="5213"/>
        <w:gridCol w:w="2348"/>
      </w:tblGrid>
      <w:tr w:rsidR="00215FB1" w:rsidTr="00D274EE">
        <w:tc>
          <w:tcPr>
            <w:tcW w:w="2794" w:type="dxa"/>
          </w:tcPr>
          <w:p w:rsidR="00215FB1" w:rsidRPr="00E7243F" w:rsidRDefault="000B1FCC" w:rsidP="000B1FCC">
            <w:pPr>
              <w:pStyle w:val="Heading2"/>
            </w:pPr>
            <w:r>
              <w:t>9:00am</w:t>
            </w:r>
            <w:r w:rsidR="00215FB1" w:rsidRPr="00E7243F">
              <w:t xml:space="preserve"> – </w:t>
            </w:r>
            <w:r>
              <w:t>9:30am</w:t>
            </w:r>
          </w:p>
        </w:tc>
        <w:tc>
          <w:tcPr>
            <w:tcW w:w="5213" w:type="dxa"/>
          </w:tcPr>
          <w:sdt>
            <w:sdtPr>
              <w:id w:val="44968222"/>
              <w:placeholder>
                <w:docPart w:val="1F86D09027144DDF88E6D8F766EAA857"/>
              </w:placeholder>
              <w:temporary/>
              <w:showingPlcHdr/>
            </w:sdtPr>
            <w:sdtEndPr/>
            <w:sdtContent>
              <w:p w:rsidR="00215FB1" w:rsidRPr="00E7243F" w:rsidRDefault="00B46BA6" w:rsidP="00D274EE">
                <w:pPr>
                  <w:pStyle w:val="Heading2"/>
                </w:pPr>
                <w:r w:rsidRPr="00E7243F">
                  <w:t>Introduction</w:t>
                </w:r>
              </w:p>
            </w:sdtContent>
          </w:sdt>
          <w:sdt>
            <w:sdtPr>
              <w:id w:val="44968251"/>
              <w:placeholder>
                <w:docPart w:val="811F53A07E3B40BCB4526D2F6A6BBDA4"/>
              </w:placeholder>
              <w:showingPlcHdr/>
            </w:sdtPr>
            <w:sdtEndPr/>
            <w:sdtContent>
              <w:p w:rsidR="00215FB1" w:rsidRDefault="00B46BA6" w:rsidP="000B1FCC">
                <w:r>
                  <w:t>Continental Breakfast</w:t>
                </w:r>
              </w:p>
            </w:sdtContent>
          </w:sdt>
        </w:tc>
        <w:tc>
          <w:tcPr>
            <w:tcW w:w="2348" w:type="dxa"/>
          </w:tcPr>
          <w:p w:rsidR="00215FB1" w:rsidRPr="00D274EE" w:rsidRDefault="000B1FCC" w:rsidP="00D274EE">
            <w:pPr>
              <w:pStyle w:val="Location"/>
            </w:pPr>
            <w:r>
              <w:t>Jamie Nichols</w:t>
            </w:r>
          </w:p>
        </w:tc>
      </w:tr>
      <w:tr w:rsidR="00B46BA6" w:rsidTr="00D274EE">
        <w:tc>
          <w:tcPr>
            <w:tcW w:w="2794" w:type="dxa"/>
          </w:tcPr>
          <w:p w:rsidR="00B46BA6" w:rsidRPr="00E7243F" w:rsidRDefault="000B1FCC" w:rsidP="000B1FCC">
            <w:pPr>
              <w:pStyle w:val="Heading2"/>
            </w:pPr>
            <w:r>
              <w:t>9:30am</w:t>
            </w:r>
            <w:r w:rsidR="00B46BA6" w:rsidRPr="00E7243F">
              <w:t xml:space="preserve"> – </w:t>
            </w:r>
            <w:r>
              <w:t>10:30am</w:t>
            </w:r>
          </w:p>
        </w:tc>
        <w:tc>
          <w:tcPr>
            <w:tcW w:w="5213" w:type="dxa"/>
          </w:tcPr>
          <w:p w:rsidR="00B46BA6" w:rsidRPr="00E7243F" w:rsidRDefault="000B1FCC" w:rsidP="00D274EE">
            <w:pPr>
              <w:pStyle w:val="Heading2"/>
            </w:pPr>
            <w:r>
              <w:t>Updates</w:t>
            </w:r>
          </w:p>
          <w:p w:rsidR="00B46BA6" w:rsidRDefault="000B1FCC" w:rsidP="000B1FCC">
            <w:r>
              <w:t>Changes in rules, standards, requirements</w:t>
            </w:r>
          </w:p>
        </w:tc>
        <w:tc>
          <w:tcPr>
            <w:tcW w:w="2348" w:type="dxa"/>
          </w:tcPr>
          <w:p w:rsidR="00B46BA6" w:rsidRPr="00D274EE" w:rsidRDefault="000B1FCC" w:rsidP="00D274EE">
            <w:pPr>
              <w:pStyle w:val="Location"/>
            </w:pPr>
            <w:r>
              <w:t>Jamie Nichols</w:t>
            </w:r>
          </w:p>
        </w:tc>
      </w:tr>
      <w:tr w:rsidR="00B46BA6" w:rsidTr="00D274EE">
        <w:tc>
          <w:tcPr>
            <w:tcW w:w="2794" w:type="dxa"/>
          </w:tcPr>
          <w:p w:rsidR="00B46BA6" w:rsidRPr="00E7243F" w:rsidRDefault="000B1FCC" w:rsidP="000B1FCC">
            <w:pPr>
              <w:pStyle w:val="Heading2"/>
            </w:pPr>
            <w:r>
              <w:t>10:30am</w:t>
            </w:r>
            <w:r w:rsidR="00B46BA6" w:rsidRPr="00E7243F">
              <w:t xml:space="preserve"> – </w:t>
            </w:r>
            <w:r>
              <w:t>12:00pm</w:t>
            </w:r>
          </w:p>
        </w:tc>
        <w:tc>
          <w:tcPr>
            <w:tcW w:w="5213" w:type="dxa"/>
          </w:tcPr>
          <w:p w:rsidR="00B46BA6" w:rsidRPr="00E7243F" w:rsidRDefault="000B1FCC" w:rsidP="00D274EE">
            <w:pPr>
              <w:pStyle w:val="Heading2"/>
            </w:pPr>
            <w:r>
              <w:t>Coaching Tips</w:t>
            </w:r>
          </w:p>
          <w:p w:rsidR="00B46BA6" w:rsidRDefault="000B1FCC" w:rsidP="000B1FCC">
            <w:r>
              <w:t>Looking at methods to encourage players to listen, learn and develop further skills.</w:t>
            </w:r>
          </w:p>
        </w:tc>
        <w:tc>
          <w:tcPr>
            <w:tcW w:w="2348" w:type="dxa"/>
          </w:tcPr>
          <w:p w:rsidR="00B46BA6" w:rsidRPr="00D274EE" w:rsidRDefault="000B1FCC" w:rsidP="000B1FCC">
            <w:pPr>
              <w:pStyle w:val="Location"/>
            </w:pPr>
            <w:r>
              <w:t>Bill Connelly</w:t>
            </w:r>
          </w:p>
        </w:tc>
      </w:tr>
      <w:tr w:rsidR="00B46BA6" w:rsidTr="00D274EE">
        <w:tc>
          <w:tcPr>
            <w:tcW w:w="2794" w:type="dxa"/>
          </w:tcPr>
          <w:p w:rsidR="00B46BA6" w:rsidRPr="00E7243F" w:rsidRDefault="000B1FCC" w:rsidP="000B1FCC">
            <w:pPr>
              <w:pStyle w:val="Heading2"/>
            </w:pPr>
            <w:r>
              <w:t>12:00pm</w:t>
            </w:r>
            <w:r w:rsidR="00B46BA6" w:rsidRPr="00E7243F">
              <w:t xml:space="preserve"> – </w:t>
            </w:r>
            <w:r>
              <w:t>1:00pm</w:t>
            </w:r>
          </w:p>
        </w:tc>
        <w:tc>
          <w:tcPr>
            <w:tcW w:w="5213" w:type="dxa"/>
          </w:tcPr>
          <w:p w:rsidR="00B46BA6" w:rsidRPr="00E7243F" w:rsidRDefault="000B1FCC" w:rsidP="00D274EE">
            <w:pPr>
              <w:pStyle w:val="Heading2"/>
            </w:pPr>
            <w:r>
              <w:t>Team &amp; League Options</w:t>
            </w:r>
          </w:p>
          <w:p w:rsidR="00B46BA6" w:rsidRDefault="000B1FCC" w:rsidP="000B1FCC">
            <w:r>
              <w:t>Review new items we can assign for our teams for this year and forward.</w:t>
            </w:r>
          </w:p>
        </w:tc>
        <w:tc>
          <w:tcPr>
            <w:tcW w:w="2348" w:type="dxa"/>
          </w:tcPr>
          <w:p w:rsidR="00B46BA6" w:rsidRPr="00D274EE" w:rsidRDefault="000B1FCC" w:rsidP="000B1FCC">
            <w:pPr>
              <w:pStyle w:val="Location"/>
            </w:pPr>
            <w:r>
              <w:t>Vendor Booths</w:t>
            </w:r>
          </w:p>
        </w:tc>
      </w:tr>
    </w:tbl>
    <w:p w:rsidR="00215FB1" w:rsidRPr="00E7243F" w:rsidRDefault="00215FB1" w:rsidP="00D274EE">
      <w:pPr>
        <w:pStyle w:val="Heading4"/>
      </w:pPr>
      <w:bookmarkStart w:id="0" w:name="_GoBack"/>
      <w:r w:rsidRPr="00E7243F">
        <w:t xml:space="preserve">Additional </w:t>
      </w:r>
      <w:r w:rsidRPr="00D274EE">
        <w:t>Instructions</w:t>
      </w:r>
      <w:r w:rsidRPr="00E7243F">
        <w:t>:</w:t>
      </w:r>
    </w:p>
    <w:bookmarkEnd w:id="0"/>
    <w:p w:rsidR="00215FB1" w:rsidRDefault="000B1FCC">
      <w:r>
        <w:t>Also bring a list of concerns or issues that have not been addressed from last season.</w:t>
      </w:r>
    </w:p>
    <w:sectPr w:rsidR="00215FB1" w:rsidSect="00C041D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3D0F9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746EE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EC8D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8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BAFC0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CC"/>
    <w:rsid w:val="000B1FCC"/>
    <w:rsid w:val="00185CD0"/>
    <w:rsid w:val="001E267D"/>
    <w:rsid w:val="00215FB1"/>
    <w:rsid w:val="0042689F"/>
    <w:rsid w:val="007C645B"/>
    <w:rsid w:val="00B1229F"/>
    <w:rsid w:val="00B46BA6"/>
    <w:rsid w:val="00C041DB"/>
    <w:rsid w:val="00CD440E"/>
    <w:rsid w:val="00D268A5"/>
    <w:rsid w:val="00D274EE"/>
    <w:rsid w:val="00D868B9"/>
    <w:rsid w:val="00E7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F1D818"/>
  <w15:docId w15:val="{19DF912C-EAC9-4FCC-9A5A-C59EAEE6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274EE"/>
    <w:pPr>
      <w:spacing w:before="60" w:after="60"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B46BA6"/>
    <w:pPr>
      <w:keepNext/>
      <w:spacing w:before="240"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46BA6"/>
    <w:pPr>
      <w:spacing w:after="200"/>
      <w:contextualSpacing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D274EE"/>
    <w:pPr>
      <w:outlineLvl w:val="2"/>
    </w:pPr>
    <w:rPr>
      <w:b/>
    </w:rPr>
  </w:style>
  <w:style w:type="paragraph" w:styleId="Heading4">
    <w:name w:val="heading 4"/>
    <w:basedOn w:val="Heading2"/>
    <w:next w:val="Normal"/>
    <w:link w:val="Heading4Char"/>
    <w:unhideWhenUsed/>
    <w:qFormat/>
    <w:rsid w:val="00D274EE"/>
    <w:pPr>
      <w:spacing w:before="2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274EE"/>
    <w:rPr>
      <w:rFonts w:asciiTheme="minorHAnsi" w:hAnsiTheme="minorHAnsi"/>
      <w:b/>
      <w:szCs w:val="24"/>
    </w:rPr>
  </w:style>
  <w:style w:type="character" w:customStyle="1" w:styleId="Heading4Char">
    <w:name w:val="Heading 4 Char"/>
    <w:basedOn w:val="DefaultParagraphFont"/>
    <w:link w:val="Heading4"/>
    <w:rsid w:val="00D274EE"/>
    <w:rPr>
      <w:rFonts w:asciiTheme="minorHAnsi" w:hAnsiTheme="minorHAnsi"/>
      <w:b/>
      <w:sz w:val="22"/>
      <w:szCs w:val="24"/>
    </w:rPr>
  </w:style>
  <w:style w:type="paragraph" w:customStyle="1" w:styleId="Location">
    <w:name w:val="Location"/>
    <w:basedOn w:val="Normal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semiHidden/>
    <w:unhideWhenUsed/>
    <w:rsid w:val="00D274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274E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Heading1"/>
    <w:qFormat/>
    <w:rsid w:val="00D274EE"/>
    <w:pPr>
      <w:spacing w:before="240" w:after="80"/>
      <w:jc w:val="right"/>
    </w:pPr>
    <w:rPr>
      <w:rFonts w:asciiTheme="majorHAnsi" w:hAnsiTheme="majorHAnsi" w:cs="Arial"/>
      <w:b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B46BA6"/>
    <w:rPr>
      <w:color w:val="808080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C61DD250844F3188E1454FAC150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C170F-64E9-4FE7-9941-EB98A6FD8413}"/>
      </w:docPartPr>
      <w:docPartBody>
        <w:p w:rsidR="00000000" w:rsidRDefault="003945DC">
          <w:pPr>
            <w:pStyle w:val="A0C61DD250844F3188E1454FAC1506FF"/>
          </w:pPr>
          <w:r>
            <w:t>[</w:t>
          </w:r>
          <w:r w:rsidRPr="00E7243F">
            <w:t>Meeting Title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50492CA8359A47708373AEE0A9ACC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95E34-D727-4E99-BF71-384A08EFEA0F}"/>
      </w:docPartPr>
      <w:docPartBody>
        <w:p w:rsidR="00000000" w:rsidRDefault="003945DC">
          <w:pPr>
            <w:pStyle w:val="50492CA8359A47708373AEE0A9ACC903"/>
          </w:pPr>
          <w:r>
            <w:t>[Click to select date]</w:t>
          </w:r>
        </w:p>
      </w:docPartBody>
    </w:docPart>
    <w:docPart>
      <w:docPartPr>
        <w:name w:val="D553272EB24E4EE1BECFCE5C2F5AD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47DC7-BDA9-4157-BED9-B404FE0D87CF}"/>
      </w:docPartPr>
      <w:docPartBody>
        <w:p w:rsidR="00000000" w:rsidRDefault="003945DC">
          <w:pPr>
            <w:pStyle w:val="D553272EB24E4EE1BECFCE5C2F5AD9D4"/>
          </w:pPr>
          <w:r>
            <w:t>[Attendee Names]</w:t>
          </w:r>
        </w:p>
      </w:docPartBody>
    </w:docPart>
    <w:docPart>
      <w:docPartPr>
        <w:name w:val="BC9B6843453346338C258B1E61009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4C027-3597-4538-8A62-117FB9225B10}"/>
      </w:docPartPr>
      <w:docPartBody>
        <w:p w:rsidR="00000000" w:rsidRDefault="003945DC">
          <w:pPr>
            <w:pStyle w:val="BC9B6843453346338C258B1E61009869"/>
          </w:pPr>
          <w:r>
            <w:t>[Reading List]</w:t>
          </w:r>
        </w:p>
      </w:docPartBody>
    </w:docPart>
    <w:docPart>
      <w:docPartPr>
        <w:name w:val="1F86D09027144DDF88E6D8F766EAA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DF729-5050-4196-8D21-55051C2B78B1}"/>
      </w:docPartPr>
      <w:docPartBody>
        <w:p w:rsidR="00000000" w:rsidRDefault="003945DC">
          <w:pPr>
            <w:pStyle w:val="1F86D09027144DDF88E6D8F766EAA857"/>
          </w:pPr>
          <w:r w:rsidRPr="00E7243F">
            <w:t>Introduction</w:t>
          </w:r>
        </w:p>
      </w:docPartBody>
    </w:docPart>
    <w:docPart>
      <w:docPartPr>
        <w:name w:val="811F53A07E3B40BCB4526D2F6A6BB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A2BAE-FDD7-4F9B-9C04-451377131A1C}"/>
      </w:docPartPr>
      <w:docPartBody>
        <w:p w:rsidR="00000000" w:rsidRDefault="003945DC">
          <w:pPr>
            <w:pStyle w:val="811F53A07E3B40BCB4526D2F6A6BBDA4"/>
          </w:pPr>
          <w:r>
            <w:t>Continental Breakfast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5DC"/>
    <w:rsid w:val="0039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0C61DD250844F3188E1454FAC1506FF">
    <w:name w:val="A0C61DD250844F3188E1454FAC1506FF"/>
  </w:style>
  <w:style w:type="paragraph" w:customStyle="1" w:styleId="50492CA8359A47708373AEE0A9ACC903">
    <w:name w:val="50492CA8359A47708373AEE0A9ACC903"/>
  </w:style>
  <w:style w:type="paragraph" w:customStyle="1" w:styleId="8147209013A848EFB530E5F26205D98F">
    <w:name w:val="8147209013A848EFB530E5F26205D98F"/>
  </w:style>
  <w:style w:type="paragraph" w:customStyle="1" w:styleId="C059838D7E35485CAFA5D8641056F1A9">
    <w:name w:val="C059838D7E35485CAFA5D8641056F1A9"/>
  </w:style>
  <w:style w:type="paragraph" w:customStyle="1" w:styleId="337B5A1F6EAD48C6A23B9FBEE1DC95EA">
    <w:name w:val="337B5A1F6EAD48C6A23B9FBEE1DC95EA"/>
  </w:style>
  <w:style w:type="paragraph" w:customStyle="1" w:styleId="D553272EB24E4EE1BECFCE5C2F5AD9D4">
    <w:name w:val="D553272EB24E4EE1BECFCE5C2F5AD9D4"/>
  </w:style>
  <w:style w:type="paragraph" w:customStyle="1" w:styleId="BC9B6843453346338C258B1E61009869">
    <w:name w:val="BC9B6843453346338C258B1E61009869"/>
  </w:style>
  <w:style w:type="paragraph" w:customStyle="1" w:styleId="6123D8B9986149788A896C4CFD5ED70A">
    <w:name w:val="6123D8B9986149788A896C4CFD5ED70A"/>
  </w:style>
  <w:style w:type="paragraph" w:customStyle="1" w:styleId="2AC9987028224FE6AC49D1826029EF29">
    <w:name w:val="2AC9987028224FE6AC49D1826029EF29"/>
  </w:style>
  <w:style w:type="paragraph" w:customStyle="1" w:styleId="21B3DB057B6741AE877A594F46C1F7DA">
    <w:name w:val="21B3DB057B6741AE877A594F46C1F7DA"/>
  </w:style>
  <w:style w:type="paragraph" w:customStyle="1" w:styleId="1F86D09027144DDF88E6D8F766EAA857">
    <w:name w:val="1F86D09027144DDF88E6D8F766EAA857"/>
  </w:style>
  <w:style w:type="paragraph" w:customStyle="1" w:styleId="811F53A07E3B40BCB4526D2F6A6BBDA4">
    <w:name w:val="811F53A07E3B40BCB4526D2F6A6BBDA4"/>
  </w:style>
  <w:style w:type="paragraph" w:customStyle="1" w:styleId="2625456099784579A116F8A7A5263236">
    <w:name w:val="2625456099784579A116F8A7A5263236"/>
  </w:style>
  <w:style w:type="paragraph" w:customStyle="1" w:styleId="7A12901A544547A4B07B5B6106F3B018">
    <w:name w:val="7A12901A544547A4B07B5B6106F3B018"/>
  </w:style>
  <w:style w:type="paragraph" w:customStyle="1" w:styleId="386E9E11F07D4E00B63C45581C153ADF">
    <w:name w:val="386E9E11F07D4E00B63C45581C153ADF"/>
  </w:style>
  <w:style w:type="paragraph" w:customStyle="1" w:styleId="625F8653274D4B67AA38967863A69CFA">
    <w:name w:val="625F8653274D4B67AA38967863A69CFA"/>
  </w:style>
  <w:style w:type="paragraph" w:customStyle="1" w:styleId="D9FC8D86CBA0499F97738FF6F876AB5E">
    <w:name w:val="D9FC8D86CBA0499F97738FF6F876AB5E"/>
  </w:style>
  <w:style w:type="paragraph" w:customStyle="1" w:styleId="A909D9B932B0400C89F0CBEAE2F00F1D">
    <w:name w:val="A909D9B932B0400C89F0CBEAE2F00F1D"/>
  </w:style>
  <w:style w:type="paragraph" w:customStyle="1" w:styleId="929F5A7B9B8045ECB564DBB0FCC641D6">
    <w:name w:val="929F5A7B9B8045ECB564DBB0FCC641D6"/>
  </w:style>
  <w:style w:type="paragraph" w:customStyle="1" w:styleId="0EAC5A8BAC9840FCBE196AC7B86A7282">
    <w:name w:val="0EAC5A8BAC9840FCBE196AC7B86A7282"/>
  </w:style>
  <w:style w:type="paragraph" w:customStyle="1" w:styleId="6BE5CDB6F48949B783EEB08B58D01CC6">
    <w:name w:val="6BE5CDB6F48949B783EEB08B58D01CC6"/>
  </w:style>
  <w:style w:type="paragraph" w:customStyle="1" w:styleId="39905FFE47964DC38DB738201966A260">
    <w:name w:val="39905FFE47964DC38DB738201966A260"/>
  </w:style>
  <w:style w:type="paragraph" w:customStyle="1" w:styleId="556FF57EEC5D49359710EEB63D88E31E">
    <w:name w:val="556FF57EEC5D49359710EEB63D88E31E"/>
  </w:style>
  <w:style w:type="paragraph" w:customStyle="1" w:styleId="3AD768FB7C4748D8B8441BE77BCCF1DC">
    <w:name w:val="3AD768FB7C4748D8B8441BE77BCCF1DC"/>
  </w:style>
  <w:style w:type="paragraph" w:customStyle="1" w:styleId="39DA59F421324518BC8E696BAD370C6C">
    <w:name w:val="39DA59F421324518BC8E696BAD370C6C"/>
  </w:style>
  <w:style w:type="paragraph" w:customStyle="1" w:styleId="403B9E534AB94E2582CD405255DCA675">
    <w:name w:val="403B9E534AB94E2582CD405255DCA675"/>
  </w:style>
  <w:style w:type="paragraph" w:customStyle="1" w:styleId="A0C8CDD3D6AE42B59A15D8496E4C65AB">
    <w:name w:val="A0C8CDD3D6AE42B59A15D8496E4C65AB"/>
  </w:style>
  <w:style w:type="paragraph" w:customStyle="1" w:styleId="E8A7237591B34882A13986EA774B25C6">
    <w:name w:val="E8A7237591B34882A13986EA774B25C6"/>
  </w:style>
  <w:style w:type="paragraph" w:customStyle="1" w:styleId="66348A161C9143DAAD845803182BE1D2">
    <w:name w:val="66348A161C9143DAAD845803182BE1D2"/>
  </w:style>
  <w:style w:type="paragraph" w:customStyle="1" w:styleId="6CD678ABC827486686693B5DA28C3C3B">
    <w:name w:val="6CD678ABC827486686693B5DA28C3C3B"/>
  </w:style>
  <w:style w:type="paragraph" w:customStyle="1" w:styleId="8F5BEA70D1A74F1DB4F636383D613048">
    <w:name w:val="8F5BEA70D1A74F1DB4F636383D6130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B531862-57D5-456E-B698-464E16713C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Lucy Lee</dc:creator>
  <cp:keywords/>
  <cp:lastModifiedBy>Lucy Lee</cp:lastModifiedBy>
  <cp:revision>1</cp:revision>
  <cp:lastPrinted>2003-09-10T22:27:00Z</cp:lastPrinted>
  <dcterms:created xsi:type="dcterms:W3CDTF">2016-04-29T16:19:00Z</dcterms:created>
  <dcterms:modified xsi:type="dcterms:W3CDTF">2016-04-29T16:29:00Z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